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642E12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34245E" w:rsidRPr="0034245E">
          <w:rPr>
            <w:rStyle w:val="a9"/>
          </w:rPr>
          <w:t>Общество с ограниченной ответственностью "ЛГ Электроникс РУС"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654AF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4654AF">
              <w:rPr>
                <w:rFonts w:ascii="Times New Roman" w:hAnsi="Times New Roman"/>
                <w:sz w:val="20"/>
                <w:szCs w:val="20"/>
              </w:rPr>
              <w:t xml:space="preserve">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34245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</w:t>
            </w:r>
          </w:p>
        </w:tc>
        <w:tc>
          <w:tcPr>
            <w:tcW w:w="3118" w:type="dxa"/>
            <w:vAlign w:val="center"/>
          </w:tcPr>
          <w:p w:rsidR="00AF1EDF" w:rsidRPr="00F06873" w:rsidRDefault="0034245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</w:t>
            </w:r>
          </w:p>
        </w:tc>
        <w:tc>
          <w:tcPr>
            <w:tcW w:w="1063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69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69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169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34245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</w:t>
            </w:r>
          </w:p>
        </w:tc>
        <w:tc>
          <w:tcPr>
            <w:tcW w:w="3118" w:type="dxa"/>
            <w:vAlign w:val="center"/>
          </w:tcPr>
          <w:p w:rsidR="00AF1EDF" w:rsidRPr="00F06873" w:rsidRDefault="0034245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</w:t>
            </w:r>
          </w:p>
        </w:tc>
        <w:tc>
          <w:tcPr>
            <w:tcW w:w="1063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69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69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169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34245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3118" w:type="dxa"/>
            <w:vAlign w:val="center"/>
          </w:tcPr>
          <w:p w:rsidR="00AF1EDF" w:rsidRPr="00F06873" w:rsidRDefault="0034245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063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69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169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34245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34245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34245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AF1EDF" w:rsidRPr="00F06873" w:rsidRDefault="0034245E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34245E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proofErr w:type="gramStart"/>
            <w:r w:rsidRPr="00F06873">
              <w:rPr>
                <w:color w:val="000000"/>
                <w:sz w:val="16"/>
                <w:szCs w:val="16"/>
              </w:rPr>
              <w:t>да,нет</w:t>
            </w:r>
            <w:proofErr w:type="spellEnd"/>
            <w:proofErr w:type="gram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питание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обеспечение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Pr="00F06873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b/>
                <w:sz w:val="18"/>
                <w:szCs w:val="18"/>
              </w:rPr>
            </w:pPr>
            <w:r w:rsidRPr="0034245E">
              <w:rPr>
                <w:b/>
                <w:sz w:val="18"/>
                <w:szCs w:val="18"/>
              </w:rPr>
              <w:t>Конструкторский отдел по телевизорам и мониторам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Pr="00F06873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Сектор механики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Pr="00F06873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Pr="00F06873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Сектор электроники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82FFC" w:rsidRDefault="00D82FFC" w:rsidP="001B19D8">
            <w:pPr>
              <w:jc w:val="center"/>
              <w:rPr>
                <w:b/>
                <w:sz w:val="18"/>
                <w:szCs w:val="18"/>
              </w:rPr>
            </w:pPr>
          </w:p>
          <w:p w:rsidR="0034245E" w:rsidRPr="0034245E" w:rsidRDefault="0034245E" w:rsidP="001B19D8">
            <w:pPr>
              <w:jc w:val="center"/>
              <w:rPr>
                <w:b/>
                <w:sz w:val="18"/>
                <w:szCs w:val="18"/>
              </w:rPr>
            </w:pPr>
            <w:r w:rsidRPr="0034245E">
              <w:rPr>
                <w:b/>
                <w:sz w:val="18"/>
                <w:szCs w:val="18"/>
              </w:rPr>
              <w:lastRenderedPageBreak/>
              <w:t>Конструкторский отдел по холодильникам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сертификации и стандартизации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b/>
                <w:sz w:val="18"/>
                <w:szCs w:val="18"/>
              </w:rPr>
            </w:pPr>
            <w:r w:rsidRPr="0034245E">
              <w:rPr>
                <w:b/>
                <w:sz w:val="18"/>
                <w:szCs w:val="18"/>
              </w:rPr>
              <w:t>Налоговый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 xml:space="preserve">Сектор косвенных налогов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b/>
                <w:sz w:val="18"/>
                <w:szCs w:val="18"/>
              </w:rPr>
            </w:pPr>
            <w:r w:rsidRPr="0034245E">
              <w:rPr>
                <w:b/>
                <w:sz w:val="18"/>
                <w:szCs w:val="18"/>
              </w:rPr>
              <w:t>Отдел закупок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Сектор поддержки поставщиков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b/>
                <w:sz w:val="18"/>
                <w:szCs w:val="18"/>
              </w:rPr>
            </w:pPr>
            <w:r w:rsidRPr="0034245E">
              <w:rPr>
                <w:b/>
                <w:sz w:val="18"/>
                <w:szCs w:val="18"/>
              </w:rPr>
              <w:t>Отдел инженерного 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Участок технического обслуживания и ремонта линий по производству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автоматизации производственных процессов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Сектор инженерного 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Участок технического обслуживания и ремонта линии по производству холодильников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автоматизации производственных процессов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автоматизации производственных процессов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Сектор автоматизации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 (специализированного в прочих отраслях)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b/>
                <w:sz w:val="18"/>
                <w:szCs w:val="18"/>
              </w:rPr>
            </w:pPr>
            <w:r w:rsidRPr="0034245E">
              <w:rPr>
                <w:b/>
                <w:sz w:val="18"/>
                <w:szCs w:val="18"/>
              </w:rPr>
              <w:t>Отдел информационных технологий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b/>
                <w:sz w:val="18"/>
                <w:szCs w:val="18"/>
              </w:rPr>
            </w:pPr>
            <w:r w:rsidRPr="0034245E">
              <w:rPr>
                <w:b/>
                <w:sz w:val="18"/>
                <w:szCs w:val="18"/>
              </w:rPr>
              <w:t>Отдел материального обеспечения производства телевизоров и мониторов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Сектор закупок импортных комплектующих для производства телевизоров и мониторов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82FFC" w:rsidRDefault="00D82FFC" w:rsidP="001B19D8">
            <w:pPr>
              <w:jc w:val="center"/>
              <w:rPr>
                <w:i/>
                <w:sz w:val="18"/>
                <w:szCs w:val="18"/>
              </w:rPr>
            </w:pPr>
          </w:p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lastRenderedPageBreak/>
              <w:t>Участок внутренней логистики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b/>
                <w:sz w:val="18"/>
                <w:szCs w:val="18"/>
              </w:rPr>
            </w:pPr>
            <w:r w:rsidRPr="0034245E">
              <w:rPr>
                <w:b/>
                <w:sz w:val="18"/>
                <w:szCs w:val="18"/>
              </w:rPr>
              <w:t>Отдел материального обеспечения производства холодильников и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проекта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Сектор импортных закупок комплектующих для производства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Ревизор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Сектор импортных закупок комплектующих для производства холодильников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Ревизор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Склад комплектующих для производства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Склад комплектующих для производства холодильников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Участок внутренней логистики для производства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Транспортировщик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технологического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Водитель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Водитель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Участок внутренней логистики для производства холодильников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Водитель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Водитель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Водитель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Водитель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Водитель </w:t>
            </w:r>
            <w:proofErr w:type="spellStart"/>
            <w:r>
              <w:rPr>
                <w:sz w:val="18"/>
                <w:szCs w:val="18"/>
              </w:rPr>
              <w:t>электротележки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Участок подготовки комплектующих для производства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Участок подготовки комплектующих для производства холодильников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b/>
                <w:sz w:val="18"/>
                <w:szCs w:val="18"/>
              </w:rPr>
            </w:pPr>
            <w:r w:rsidRPr="0034245E">
              <w:rPr>
                <w:b/>
                <w:sz w:val="18"/>
                <w:szCs w:val="18"/>
              </w:rPr>
              <w:t>Отдел обеспечения качества телевизоров и мониторов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качеству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Сектор обеспечения качества готовой продукции/Группа выходного контроля качества телевизоров и мониторов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Сектор обеспечения качества комплектующих/Группа обеспечения качества модулей (BMS + LCM)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качеству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качеству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Сектор обеспечения качества комплектующих/Группа входного контроля качества телевизоров и мониторов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Сектор обеспечения качества комплектующих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качеству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качеству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b/>
                <w:sz w:val="18"/>
                <w:szCs w:val="18"/>
              </w:rPr>
            </w:pPr>
            <w:r w:rsidRPr="0034245E">
              <w:rPr>
                <w:b/>
                <w:sz w:val="18"/>
                <w:szCs w:val="18"/>
              </w:rPr>
              <w:t>Отдел обеспечения качества холодильников и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 xml:space="preserve">Сектор входного контроля качества холодильников и стиральных машин/Бригада входного контроля качества холодильников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 xml:space="preserve">Сектор входного контроля качества холодильников и стиральных машин/Бригада входного контроля качества холодильников и стиральных машин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Контрольный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 xml:space="preserve">Сектор выходного контроля качества холодильников и стиральных машин/Бригада выходного контроля качества холодильников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 xml:space="preserve">Сектор выходного контроля качества холодильников и стиральных машин/Бригада выходного контроля качества холодильников и стиральных машин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Контрольный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Сектор линейного контроля качества холодильников и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качеству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 xml:space="preserve">Сектор линейного контроля качества холодильников и стиральных машин/Бригада линейного контроля качества стиральных машин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 xml:space="preserve">Сектор линейного контроля качества холодильников и стиральных машин/Бригада линейного контроля качества холодильников и стиральных машин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Контрольный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D82FFC" w:rsidRDefault="00D82FFC" w:rsidP="001B19D8">
            <w:pPr>
              <w:jc w:val="center"/>
              <w:rPr>
                <w:i/>
                <w:sz w:val="18"/>
                <w:szCs w:val="18"/>
              </w:rPr>
            </w:pPr>
          </w:p>
          <w:p w:rsidR="00D82FFC" w:rsidRDefault="00D82FFC" w:rsidP="001B19D8">
            <w:pPr>
              <w:jc w:val="center"/>
              <w:rPr>
                <w:i/>
                <w:sz w:val="18"/>
                <w:szCs w:val="18"/>
              </w:rPr>
            </w:pPr>
          </w:p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lastRenderedPageBreak/>
              <w:t xml:space="preserve">Сектор планирования качества холодильников и стиральных машин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 xml:space="preserve">Сектор планирования качества холодильников и стиральных машин/Участок планирования качества стиральных машин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качеству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 xml:space="preserve">Участок линейного контроля качества холодильников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b/>
                <w:sz w:val="18"/>
                <w:szCs w:val="18"/>
              </w:rPr>
            </w:pPr>
            <w:r w:rsidRPr="0034245E">
              <w:rPr>
                <w:b/>
                <w:sz w:val="18"/>
                <w:szCs w:val="18"/>
              </w:rPr>
              <w:t>Отдел организации таможенного оформления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Сектор внешнеэкономической деятельности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b/>
                <w:sz w:val="18"/>
                <w:szCs w:val="18"/>
              </w:rPr>
            </w:pPr>
            <w:r w:rsidRPr="0034245E">
              <w:rPr>
                <w:b/>
                <w:sz w:val="18"/>
                <w:szCs w:val="18"/>
              </w:rPr>
              <w:t>Отдел охраны труда, промышленной безопасности и энергообеспечения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 xml:space="preserve">Сектор энергообеспечения и эксплуатации зданий и сооружений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котельной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котельной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котельной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котельной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Ассистент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Инженер-энергетик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организации эксплуатации и ремонту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котельной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Машинист компрессорных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 эксплуатации и ремонта энергохозяйства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котельной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b/>
                <w:sz w:val="18"/>
                <w:szCs w:val="18"/>
              </w:rPr>
            </w:pPr>
            <w:r w:rsidRPr="0034245E">
              <w:rPr>
                <w:b/>
                <w:sz w:val="18"/>
                <w:szCs w:val="18"/>
              </w:rPr>
              <w:t xml:space="preserve">Отдел персонала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Сектор кадрового администрирования и заработной платы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персоналу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b/>
                <w:sz w:val="18"/>
                <w:szCs w:val="18"/>
              </w:rPr>
            </w:pPr>
            <w:r w:rsidRPr="0034245E">
              <w:rPr>
                <w:b/>
                <w:sz w:val="18"/>
                <w:szCs w:val="18"/>
              </w:rPr>
              <w:t xml:space="preserve">Отдел по общим вопросам и безопасности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информационной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b/>
                <w:sz w:val="18"/>
                <w:szCs w:val="18"/>
              </w:rPr>
            </w:pPr>
            <w:r w:rsidRPr="0034245E">
              <w:rPr>
                <w:b/>
                <w:sz w:val="18"/>
                <w:szCs w:val="18"/>
              </w:rPr>
              <w:t>Отдел по производству стиральных машин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Участок сборки фронтальной стороны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Участок эксплуатации технологического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Оператор автоматических и полуавтоматических линий </w:t>
            </w:r>
            <w:r>
              <w:rPr>
                <w:sz w:val="18"/>
                <w:szCs w:val="18"/>
              </w:rPr>
              <w:lastRenderedPageBreak/>
              <w:t>станков и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 станков и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Участок сборки фронтальной стороны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b/>
                <w:sz w:val="18"/>
                <w:szCs w:val="18"/>
              </w:rPr>
            </w:pPr>
            <w:r w:rsidRPr="0034245E">
              <w:rPr>
                <w:b/>
                <w:sz w:val="18"/>
                <w:szCs w:val="18"/>
              </w:rPr>
              <w:t>Отдел по производству телевизоров и мониторов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 xml:space="preserve">Линия по производству жидкокристаллических панелей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 xml:space="preserve">Линия по производству ЖК панелей (L6)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 xml:space="preserve">Участок линии L1 производства телевизоров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 xml:space="preserve">Участок линии L3 производства телевизоров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</w:t>
            </w:r>
            <w:r>
              <w:rPr>
                <w:sz w:val="18"/>
                <w:szCs w:val="18"/>
              </w:rPr>
              <w:lastRenderedPageBreak/>
              <w:t>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Учетчик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 xml:space="preserve">Участок линии L5 производства телевизоров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 xml:space="preserve">Участок линии L6 производства телевизоров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 деталей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технологического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Участок массового производ</w:t>
            </w:r>
            <w:r w:rsidRPr="0034245E">
              <w:rPr>
                <w:i/>
                <w:sz w:val="18"/>
                <w:szCs w:val="18"/>
              </w:rPr>
              <w:lastRenderedPageBreak/>
              <w:t xml:space="preserve">ства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183 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Сектор поддержки массового производства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Слесарь-сборщик радиоэлектронной аппаратуры и приборов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b/>
                <w:sz w:val="18"/>
                <w:szCs w:val="18"/>
              </w:rPr>
            </w:pPr>
            <w:r w:rsidRPr="0034245E">
              <w:rPr>
                <w:b/>
                <w:sz w:val="18"/>
                <w:szCs w:val="18"/>
              </w:rPr>
              <w:t>Отдел по производству холодильников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 xml:space="preserve">Участок А - </w:t>
            </w:r>
            <w:proofErr w:type="gramStart"/>
            <w:r w:rsidRPr="0034245E">
              <w:rPr>
                <w:i/>
                <w:sz w:val="18"/>
                <w:szCs w:val="18"/>
              </w:rPr>
              <w:t>сборка  холодильников</w:t>
            </w:r>
            <w:proofErr w:type="gramEnd"/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 xml:space="preserve">Участок заливки пены и </w:t>
            </w:r>
            <w:proofErr w:type="spellStart"/>
            <w:r w:rsidRPr="0034245E">
              <w:rPr>
                <w:i/>
                <w:sz w:val="18"/>
                <w:szCs w:val="18"/>
              </w:rPr>
              <w:t>предсборка</w:t>
            </w:r>
            <w:proofErr w:type="spellEnd"/>
            <w:r w:rsidRPr="0034245E">
              <w:rPr>
                <w:i/>
                <w:sz w:val="18"/>
                <w:szCs w:val="18"/>
              </w:rPr>
              <w:t xml:space="preserve"> В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 xml:space="preserve">Участок производства дверей для холодильников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технологического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 xml:space="preserve">Участок упаковки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автоматических и полуавтоматических линий станков и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b/>
                <w:sz w:val="18"/>
                <w:szCs w:val="18"/>
              </w:rPr>
            </w:pPr>
            <w:r w:rsidRPr="0034245E">
              <w:rPr>
                <w:b/>
                <w:sz w:val="18"/>
                <w:szCs w:val="18"/>
              </w:rPr>
              <w:t>Сектор контроля затрат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b/>
                <w:sz w:val="18"/>
                <w:szCs w:val="18"/>
              </w:rPr>
            </w:pPr>
            <w:r w:rsidRPr="0034245E">
              <w:rPr>
                <w:b/>
                <w:sz w:val="18"/>
                <w:szCs w:val="18"/>
              </w:rPr>
              <w:t xml:space="preserve">Сектор улучшений 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b/>
                <w:sz w:val="18"/>
                <w:szCs w:val="18"/>
              </w:rPr>
            </w:pPr>
            <w:r w:rsidRPr="0034245E">
              <w:rPr>
                <w:b/>
                <w:sz w:val="18"/>
                <w:szCs w:val="18"/>
              </w:rPr>
              <w:t>Сектор разработки технологических процессов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b/>
                <w:sz w:val="18"/>
                <w:szCs w:val="18"/>
              </w:rPr>
            </w:pPr>
            <w:r w:rsidRPr="0034245E">
              <w:rPr>
                <w:b/>
                <w:sz w:val="18"/>
                <w:szCs w:val="18"/>
              </w:rPr>
              <w:t>Отдел по производству телевизоров и мониторов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i/>
                <w:sz w:val="18"/>
                <w:szCs w:val="18"/>
              </w:rPr>
            </w:pPr>
            <w:r w:rsidRPr="0034245E">
              <w:rPr>
                <w:i/>
                <w:sz w:val="18"/>
                <w:szCs w:val="18"/>
              </w:rPr>
              <w:t>Сектор разработки технологических процессов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34245E" w:rsidRPr="00F06873" w:rsidTr="004654AF">
        <w:tc>
          <w:tcPr>
            <w:tcW w:w="959" w:type="dxa"/>
            <w:shd w:val="clear" w:color="auto" w:fill="auto"/>
            <w:vAlign w:val="center"/>
          </w:tcPr>
          <w:p w:rsid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34245E" w:rsidRPr="0034245E" w:rsidRDefault="0034245E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34245E" w:rsidRDefault="0034245E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="00D27A8C">
        <w:fldChar w:fldCharType="begin"/>
      </w:r>
      <w:r w:rsidR="00D27A8C">
        <w:instrText xml:space="preserve"> DOCVARIABLE fill_date \* MERGEFORMAT </w:instrText>
      </w:r>
      <w:r w:rsidR="00D27A8C">
        <w:fldChar w:fldCharType="separate"/>
      </w:r>
      <w:r w:rsidR="0034245E">
        <w:rPr>
          <w:rStyle w:val="a9"/>
        </w:rPr>
        <w:t>03.03.2020</w:t>
      </w:r>
      <w:r w:rsidR="00D27A8C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4654AF" w:rsidRDefault="004654AF" w:rsidP="009D6532"/>
    <w:p w:rsidR="00D82FFC" w:rsidRDefault="00D82FFC" w:rsidP="009D6532"/>
    <w:p w:rsidR="00D82FFC" w:rsidRDefault="00D82FFC" w:rsidP="009D6532"/>
    <w:p w:rsidR="00DC1A91" w:rsidRDefault="00DC1A91" w:rsidP="00DC1A91">
      <w:pPr>
        <w:rPr>
          <w:lang w:val="en-US"/>
        </w:rPr>
      </w:pPr>
      <w:bookmarkStart w:id="7" w:name="_GoBack"/>
      <w:bookmarkEnd w:id="7"/>
    </w:p>
    <w:sectPr w:rsidR="00DC1A91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A8C" w:rsidRPr="002E4ACF" w:rsidRDefault="00D27A8C" w:rsidP="0034245E">
      <w:pPr>
        <w:rPr>
          <w:szCs w:val="24"/>
        </w:rPr>
      </w:pPr>
      <w:r>
        <w:separator/>
      </w:r>
    </w:p>
  </w:endnote>
  <w:endnote w:type="continuationSeparator" w:id="0">
    <w:p w:rsidR="00D27A8C" w:rsidRPr="002E4ACF" w:rsidRDefault="00D27A8C" w:rsidP="0034245E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45E" w:rsidRDefault="0034245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45E" w:rsidRDefault="0034245E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45E" w:rsidRDefault="0034245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A8C" w:rsidRPr="002E4ACF" w:rsidRDefault="00D27A8C" w:rsidP="0034245E">
      <w:pPr>
        <w:rPr>
          <w:szCs w:val="24"/>
        </w:rPr>
      </w:pPr>
      <w:r>
        <w:separator/>
      </w:r>
    </w:p>
  </w:footnote>
  <w:footnote w:type="continuationSeparator" w:id="0">
    <w:p w:rsidR="00D27A8C" w:rsidRPr="002E4ACF" w:rsidRDefault="00D27A8C" w:rsidP="0034245E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45E" w:rsidRDefault="0034245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45E" w:rsidRDefault="0034245E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245E" w:rsidRDefault="0034245E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ctivedoc_name" w:val="Документ21"/>
    <w:docVar w:name="adv_info1" w:val="     "/>
    <w:docVar w:name="adv_info2" w:val="     "/>
    <w:docVar w:name="adv_info3" w:val="     "/>
    <w:docVar w:name="boss_fio" w:val="Абоймова Т.И."/>
    <w:docVar w:name="ceh_info" w:val="Общество с ограниченной ответственностью &quot;ЛГ Электроникс РУС&quot;"/>
    <w:docVar w:name="doc_name" w:val="Документ21"/>
    <w:docVar w:name="doc_type" w:val="5"/>
    <w:docVar w:name="fill_date" w:val="03.03.2020"/>
    <w:docVar w:name="org_guid" w:val="FCB773ACD1154DDBB690671428B92F56"/>
    <w:docVar w:name="org_id" w:val="120"/>
    <w:docVar w:name="org_name" w:val="     "/>
    <w:docVar w:name="pers_guids" w:val="42A1126A933D4FF99615D69F77201F5F@012-918-395 44"/>
    <w:docVar w:name="pers_snils" w:val="42A1126A933D4FF99615D69F77201F5F@012-918-395 44"/>
    <w:docVar w:name="pred_dolg" w:val="Руководитель службы охраны труда и промышленной безопасности"/>
    <w:docVar w:name="pred_fio" w:val="Логунов В.А."/>
    <w:docVar w:name="rbtd_adr" w:val="     "/>
    <w:docVar w:name="rbtd_name" w:val="Общество с ограниченной ответственностью &quot;ЛГ Электроникс РУС&quot;"/>
    <w:docVar w:name="step_test" w:val="6"/>
    <w:docVar w:name="sv_docs" w:val="1"/>
  </w:docVars>
  <w:rsids>
    <w:rsidRoot w:val="0034245E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4245E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E4DFC"/>
    <w:rsid w:val="00725C51"/>
    <w:rsid w:val="007D7018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27A8C"/>
    <w:rsid w:val="00D82FFC"/>
    <w:rsid w:val="00DC0F74"/>
    <w:rsid w:val="00DC1A91"/>
    <w:rsid w:val="00DD6622"/>
    <w:rsid w:val="00E25119"/>
    <w:rsid w:val="00E30B79"/>
    <w:rsid w:val="00E41D91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3597C8-10AB-4501-8A60-53EA5F2D5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34245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34245E"/>
    <w:rPr>
      <w:sz w:val="24"/>
    </w:rPr>
  </w:style>
  <w:style w:type="paragraph" w:styleId="ad">
    <w:name w:val="footer"/>
    <w:basedOn w:val="a"/>
    <w:link w:val="ae"/>
    <w:rsid w:val="0034245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4245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5</TotalTime>
  <Pages>11</Pages>
  <Words>3762</Words>
  <Characters>21447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25159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Мария</dc:creator>
  <cp:lastModifiedBy>Natalya Davydova/LGERA Environment Safety Health Part(natalya.davydova@lge.com)</cp:lastModifiedBy>
  <cp:revision>3</cp:revision>
  <cp:lastPrinted>2020-03-25T08:59:00Z</cp:lastPrinted>
  <dcterms:created xsi:type="dcterms:W3CDTF">2020-03-23T09:15:00Z</dcterms:created>
  <dcterms:modified xsi:type="dcterms:W3CDTF">2020-06-23T09:37:00Z</dcterms:modified>
</cp:coreProperties>
</file>